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73" w:rsidRPr="00E11691" w:rsidRDefault="00364D73" w:rsidP="006F7FB3">
      <w:pPr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 коми рöдысь петас.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Му вылын ыджыдал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тöв,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дугдывтöг пыр усис лым.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А енэж-муа костас ставыс чöв: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Выль олысь регыд чужас – коми ныв.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öшым тöлысь квайтöд лунö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Ёсь гöлöс торкис лöньсö тайö светас.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А кöнкö вылын тайö здукö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Лöз енэжын выль кодзув петас.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Шонд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кодь жö мел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нывлöн нимыс лои,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Гожся тöвру кодь жö с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йö шоныд, рам.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Муса Юлюк ставлы сьöлöм вылö воис,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Радл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сны и пöль, и пöч, и бать, и мам.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Медуна муслун нывлы сет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пöчыс,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Сы дöзьöр улын кагуг воськов вöчис.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Но лун-вой вежсьö. Öдйö мунö кад,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внучкасö нин садйö нуöдö со баб.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Тан быдмö-сöвмö Юлюк öдйö.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 лыддьысьö нин… эм и ыджыд сям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Лöсьыда сьывны… и быттьö лэбны кöсйö,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Кор сувтл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с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йö йöктыны, и мам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Пыр казялö, мый ныв сьöлöмын енби öзйö.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Квайт арöсöн нин кужис ичöт Юлюк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емöн, и крючокöн мича серъяс кыны.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Наташ тьöт пыр юасьл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с: «Мый нö, гулю,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Артмö али оз? Да визьыд нин нö кымын?»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Бöрö колины садса со вояс,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Школаö пырны матысмис кад.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Кыдз и став мукöд нывъяс да зонъяс,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Кокниа восьлал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– ачыс зэв рад!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Рад, мый юрсиас – лым еджыд бант,</w:t>
      </w:r>
    </w:p>
    <w:p w:rsidR="00364D73" w:rsidRPr="00E11691" w:rsidRDefault="00364D73" w:rsidP="003618CC">
      <w:pPr>
        <w:jc w:val="center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Киас – баб йöрысь козьналöм дзоридз.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Лолыс пессьöмсьыс некыдз оз ланьт: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Киас жыннян урок вылö корис.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Лун бöрся лун, во бöрся мöд…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Ныв велöдчö да вежöр содтö.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Дерт, с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йö уна на оз тöд,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Но кадсö оз жö колляв ковтöг.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пыр нин тöдчис нывлöн этш: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Быд уджö кутчысьысь да тöлка,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сьылöм-йöктöмысь эз кеж,—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Мед сöмын шедлас сылы стрöка.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 нёль во колис, быдмö ныв</w:t>
      </w:r>
    </w:p>
    <w:p w:rsidR="00364D73" w:rsidRPr="00E11691" w:rsidRDefault="00364D73" w:rsidP="00AF4FA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И öдзöс восьт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нин шöр школа.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Но мый нö, Юля, водзö кывт!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>
        <w:rPr>
          <w:rFonts w:ascii="Comic Sans MS" w:hAnsi="Comic Sans MS"/>
          <w:color w:val="6600CC"/>
          <w:sz w:val="48"/>
          <w:szCs w:val="48"/>
        </w:rPr>
        <w:t>Тэн уна</w:t>
      </w:r>
      <w:r w:rsidRPr="00E11691">
        <w:rPr>
          <w:rFonts w:ascii="Comic Sans MS" w:hAnsi="Comic Sans MS"/>
          <w:color w:val="6600CC"/>
          <w:sz w:val="48"/>
          <w:szCs w:val="48"/>
        </w:rPr>
        <w:t>тор на тöдны колö.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Кöть и мытшöда велöдчан туй, 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Кыпыд лолöн ныв зумыда мун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Тöд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с: дышлун да няргöм оз туй.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Венл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ставсö, мый вöчлыны шул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Юля медбуръяс лыдын со век.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«Витъяс» дневникын, вермöмъяс спортын.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Лызьöн котралöм и волейбол – 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Ставсö вевъялö визув том мортыд.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Юля гажöдчан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нын ас морт: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Ворсöм котыртас, Ёмаöн йöктö   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И гитараöн босьтас аккорд – 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Мича шыяснас вöрзьöдас ловтö.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-----------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 и эшт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 кывбурыс,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Содтыштны на кöсъя: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Коми нылыс – Юлюкыс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ян водзын, ёртъяс.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Кöсъян тöдны, кытысь ме,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Кутшöм сиктысь, рöдысь?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Кора: От Гöра вылын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Гöсьтитыштöй мöдысь.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Тайö медся гажаин: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Джуджыд нöрыс, кыдзьяс,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Паськыд парма-вотчан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н,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Эжва пöлöн видзьяс.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6F7FB3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Кыдз оз кыпав тан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лов?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Код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 xml:space="preserve"> тöлк-сям сетас?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Да ог мöй Коми муын ов?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  коми рöдысь петас!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Видзьяс вылын йöктысь тöв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Меным пельклун содтö.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Зёльгысь ёль моз ог ов чöв,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Кывта водзö повтöг.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Коми йöзлысь тöлк да этш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Сет</w:t>
      </w:r>
      <w:r w:rsidRPr="00E11691">
        <w:rPr>
          <w:rFonts w:ascii="Comic Sans MS" w:hAnsi="Comic Sans MS"/>
          <w:color w:val="6600CC"/>
          <w:sz w:val="48"/>
          <w:szCs w:val="48"/>
          <w:lang w:val="en-US"/>
        </w:rPr>
        <w:t>i</w:t>
      </w:r>
      <w:r w:rsidRPr="00E11691">
        <w:rPr>
          <w:rFonts w:ascii="Comic Sans MS" w:hAnsi="Comic Sans MS"/>
          <w:color w:val="6600CC"/>
          <w:sz w:val="48"/>
          <w:szCs w:val="48"/>
        </w:rPr>
        <w:t>сны пöль-пöчö.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>Налöн ордымысь ог кеж,</w:t>
      </w:r>
    </w:p>
    <w:p w:rsidR="00364D73" w:rsidRPr="00E11691" w:rsidRDefault="00364D73" w:rsidP="00775664">
      <w:pPr>
        <w:jc w:val="center"/>
        <w:outlineLvl w:val="0"/>
        <w:rPr>
          <w:rFonts w:ascii="Comic Sans MS" w:hAnsi="Comic Sans MS"/>
          <w:color w:val="6600CC"/>
          <w:sz w:val="48"/>
          <w:szCs w:val="48"/>
        </w:rPr>
      </w:pPr>
      <w:r w:rsidRPr="00E11691">
        <w:rPr>
          <w:rFonts w:ascii="Comic Sans MS" w:hAnsi="Comic Sans MS"/>
          <w:color w:val="6600CC"/>
          <w:sz w:val="48"/>
          <w:szCs w:val="48"/>
        </w:rPr>
        <w:t xml:space="preserve">Коми ру ог кöдзöд! </w:t>
      </w:r>
    </w:p>
    <w:p w:rsidR="00364D73" w:rsidRDefault="00364D73" w:rsidP="00AF4FA4">
      <w:pPr>
        <w:jc w:val="center"/>
        <w:outlineLvl w:val="0"/>
        <w:rPr>
          <w:rFonts w:ascii="Comic Sans MS" w:hAnsi="Comic Sans MS"/>
          <w:sz w:val="48"/>
          <w:szCs w:val="48"/>
        </w:rPr>
      </w:pPr>
    </w:p>
    <w:p w:rsidR="00364D73" w:rsidRDefault="00364D73" w:rsidP="00775664">
      <w:pPr>
        <w:outlineLvl w:val="0"/>
        <w:rPr>
          <w:rFonts w:ascii="Comic Sans MS" w:hAnsi="Comic Sans MS"/>
          <w:sz w:val="48"/>
          <w:szCs w:val="48"/>
        </w:rPr>
      </w:pPr>
    </w:p>
    <w:p w:rsidR="00364D73" w:rsidRPr="00775664" w:rsidRDefault="00364D73" w:rsidP="00AF4FA4">
      <w:pPr>
        <w:jc w:val="center"/>
        <w:outlineLvl w:val="0"/>
        <w:rPr>
          <w:rFonts w:ascii="Comic Sans MS" w:hAnsi="Comic Sans MS"/>
          <w:sz w:val="48"/>
          <w:szCs w:val="48"/>
        </w:rPr>
      </w:pPr>
    </w:p>
    <w:sectPr w:rsidR="00364D73" w:rsidRPr="00775664" w:rsidSect="00364D73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D73" w:rsidRDefault="00364D73">
      <w:r>
        <w:separator/>
      </w:r>
    </w:p>
  </w:endnote>
  <w:endnote w:type="continuationSeparator" w:id="1">
    <w:p w:rsidR="00364D73" w:rsidRDefault="00364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73" w:rsidRDefault="00364D73" w:rsidP="00E11691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4D73" w:rsidRDefault="00364D73" w:rsidP="00E11691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73" w:rsidRDefault="00364D73" w:rsidP="00E11691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64D73" w:rsidRDefault="00364D73" w:rsidP="00E11691">
    <w:pPr>
      <w:pStyle w:val="Footer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D73" w:rsidRDefault="00364D73">
      <w:r>
        <w:separator/>
      </w:r>
    </w:p>
  </w:footnote>
  <w:footnote w:type="continuationSeparator" w:id="1">
    <w:p w:rsidR="00364D73" w:rsidRDefault="00364D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8CC"/>
    <w:rsid w:val="00030130"/>
    <w:rsid w:val="00176F5E"/>
    <w:rsid w:val="003618CC"/>
    <w:rsid w:val="00364D73"/>
    <w:rsid w:val="00500653"/>
    <w:rsid w:val="005A2054"/>
    <w:rsid w:val="006F7FB3"/>
    <w:rsid w:val="00775664"/>
    <w:rsid w:val="008760D9"/>
    <w:rsid w:val="00936199"/>
    <w:rsid w:val="00AB0F61"/>
    <w:rsid w:val="00AF4FA4"/>
    <w:rsid w:val="00C333B6"/>
    <w:rsid w:val="00D13FEE"/>
    <w:rsid w:val="00E11691"/>
    <w:rsid w:val="00F92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F2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AF4F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4F22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E1169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4F2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116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6</Pages>
  <Words>358</Words>
  <Characters>2046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 йылысь…</dc:title>
  <dc:subject/>
  <dc:creator>User</dc:creator>
  <cp:keywords/>
  <dc:description/>
  <cp:lastModifiedBy>Admin</cp:lastModifiedBy>
  <cp:revision>8</cp:revision>
  <cp:lastPrinted>2008-11-24T14:38:00Z</cp:lastPrinted>
  <dcterms:created xsi:type="dcterms:W3CDTF">2008-10-15T19:52:00Z</dcterms:created>
  <dcterms:modified xsi:type="dcterms:W3CDTF">2010-10-20T16:37:00Z</dcterms:modified>
</cp:coreProperties>
</file>